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0D" w:rsidRPr="00076D78" w:rsidRDefault="009A3E0D" w:rsidP="00076D78">
      <w:pPr>
        <w:ind w:firstLineChars="192" w:firstLine="31680"/>
        <w:jc w:val="center"/>
        <w:rPr>
          <w:b/>
          <w:sz w:val="28"/>
          <w:szCs w:val="28"/>
        </w:rPr>
      </w:pPr>
      <w:r w:rsidRPr="00076D78">
        <w:rPr>
          <w:rFonts w:hint="eastAsia"/>
          <w:b/>
          <w:sz w:val="28"/>
          <w:szCs w:val="28"/>
        </w:rPr>
        <w:t>《数字电子技术》考试大纲</w:t>
      </w:r>
    </w:p>
    <w:p w:rsidR="009A3E0D" w:rsidRPr="00076D78" w:rsidRDefault="009A3E0D" w:rsidP="00076D78">
      <w:pPr>
        <w:ind w:firstLineChars="192" w:firstLine="31680"/>
        <w:rPr>
          <w:sz w:val="28"/>
          <w:szCs w:val="28"/>
        </w:rPr>
      </w:pPr>
    </w:p>
    <w:p w:rsidR="009A3E0D" w:rsidRPr="00076D78" w:rsidRDefault="009A3E0D" w:rsidP="00076D78">
      <w:pPr>
        <w:ind w:firstLineChars="192" w:firstLine="31680"/>
        <w:rPr>
          <w:sz w:val="28"/>
          <w:szCs w:val="28"/>
        </w:rPr>
      </w:pPr>
      <w:r w:rsidRPr="00076D78">
        <w:rPr>
          <w:rFonts w:hint="eastAsia"/>
          <w:sz w:val="28"/>
          <w:szCs w:val="28"/>
        </w:rPr>
        <w:t>第一部分</w:t>
      </w:r>
      <w:r w:rsidRPr="00076D78">
        <w:rPr>
          <w:sz w:val="28"/>
          <w:szCs w:val="28"/>
        </w:rPr>
        <w:t xml:space="preserve">  </w:t>
      </w:r>
      <w:r w:rsidRPr="00076D78">
        <w:rPr>
          <w:rFonts w:hint="eastAsia"/>
          <w:sz w:val="28"/>
          <w:szCs w:val="28"/>
        </w:rPr>
        <w:t>数字逻辑基础</w:t>
      </w:r>
    </w:p>
    <w:p w:rsidR="009A3E0D" w:rsidRPr="00076D78" w:rsidRDefault="009A3E0D" w:rsidP="00076D78">
      <w:pPr>
        <w:ind w:firstLineChars="192" w:firstLine="31680"/>
        <w:rPr>
          <w:sz w:val="28"/>
          <w:szCs w:val="28"/>
        </w:rPr>
      </w:pPr>
      <w:r w:rsidRPr="00076D78">
        <w:rPr>
          <w:sz w:val="28"/>
          <w:szCs w:val="28"/>
        </w:rPr>
        <w:t>1</w:t>
      </w:r>
      <w:r w:rsidRPr="00076D78">
        <w:rPr>
          <w:rFonts w:hint="eastAsia"/>
          <w:sz w:val="28"/>
          <w:szCs w:val="28"/>
        </w:rPr>
        <w:t>．数制的表示及转换；</w:t>
      </w:r>
    </w:p>
    <w:p w:rsidR="009A3E0D" w:rsidRPr="00076D78" w:rsidRDefault="009A3E0D" w:rsidP="00076D78">
      <w:pPr>
        <w:ind w:firstLineChars="192" w:firstLine="31680"/>
        <w:rPr>
          <w:sz w:val="28"/>
          <w:szCs w:val="28"/>
        </w:rPr>
      </w:pPr>
      <w:r w:rsidRPr="00076D78">
        <w:rPr>
          <w:sz w:val="28"/>
          <w:szCs w:val="28"/>
        </w:rPr>
        <w:t>2</w:t>
      </w:r>
      <w:r w:rsidRPr="00076D78">
        <w:rPr>
          <w:rFonts w:hint="eastAsia"/>
          <w:sz w:val="28"/>
          <w:szCs w:val="28"/>
        </w:rPr>
        <w:t>．逻辑代数的定律与规则；</w:t>
      </w:r>
    </w:p>
    <w:p w:rsidR="009A3E0D" w:rsidRPr="00076D78" w:rsidRDefault="009A3E0D" w:rsidP="00076D78">
      <w:pPr>
        <w:ind w:firstLineChars="192" w:firstLine="31680"/>
        <w:rPr>
          <w:sz w:val="28"/>
          <w:szCs w:val="28"/>
        </w:rPr>
      </w:pPr>
      <w:r w:rsidRPr="00076D78">
        <w:rPr>
          <w:sz w:val="28"/>
          <w:szCs w:val="28"/>
        </w:rPr>
        <w:t>3</w:t>
      </w:r>
      <w:r w:rsidRPr="00076D78">
        <w:rPr>
          <w:rFonts w:hint="eastAsia"/>
          <w:sz w:val="28"/>
          <w:szCs w:val="28"/>
        </w:rPr>
        <w:t>．逻辑函数的化简。</w:t>
      </w:r>
    </w:p>
    <w:p w:rsidR="009A3E0D" w:rsidRPr="00076D78" w:rsidRDefault="009A3E0D" w:rsidP="00076D78">
      <w:pPr>
        <w:ind w:firstLineChars="192" w:firstLine="31680"/>
        <w:rPr>
          <w:sz w:val="28"/>
          <w:szCs w:val="28"/>
        </w:rPr>
      </w:pPr>
      <w:r w:rsidRPr="00076D78">
        <w:rPr>
          <w:rFonts w:hint="eastAsia"/>
          <w:sz w:val="28"/>
          <w:szCs w:val="28"/>
        </w:rPr>
        <w:t>第二部分</w:t>
      </w:r>
      <w:r w:rsidRPr="00076D78">
        <w:rPr>
          <w:sz w:val="28"/>
          <w:szCs w:val="28"/>
        </w:rPr>
        <w:t xml:space="preserve"> </w:t>
      </w:r>
      <w:r w:rsidRPr="00076D78">
        <w:rPr>
          <w:rFonts w:hint="eastAsia"/>
          <w:sz w:val="28"/>
          <w:szCs w:val="28"/>
        </w:rPr>
        <w:t>逻辑门电路</w:t>
      </w:r>
    </w:p>
    <w:p w:rsidR="009A3E0D" w:rsidRPr="00076D78" w:rsidRDefault="009A3E0D" w:rsidP="00076D78">
      <w:pPr>
        <w:ind w:firstLineChars="192" w:firstLine="31680"/>
        <w:rPr>
          <w:sz w:val="28"/>
          <w:szCs w:val="28"/>
        </w:rPr>
      </w:pPr>
      <w:r w:rsidRPr="00076D78">
        <w:rPr>
          <w:sz w:val="28"/>
          <w:szCs w:val="28"/>
        </w:rPr>
        <w:t>1</w:t>
      </w:r>
      <w:r w:rsidRPr="00076D78">
        <w:rPr>
          <w:rFonts w:hint="eastAsia"/>
          <w:sz w:val="28"/>
          <w:szCs w:val="28"/>
        </w:rPr>
        <w:t>．逻辑门电路的原理及特性；</w:t>
      </w:r>
    </w:p>
    <w:p w:rsidR="009A3E0D" w:rsidRPr="00076D78" w:rsidRDefault="009A3E0D" w:rsidP="00076D78">
      <w:pPr>
        <w:ind w:firstLineChars="192" w:firstLine="31680"/>
        <w:rPr>
          <w:sz w:val="28"/>
          <w:szCs w:val="28"/>
        </w:rPr>
      </w:pPr>
      <w:r w:rsidRPr="00076D78">
        <w:rPr>
          <w:sz w:val="28"/>
          <w:szCs w:val="28"/>
        </w:rPr>
        <w:t>2</w:t>
      </w:r>
      <w:r w:rsidRPr="00076D78">
        <w:rPr>
          <w:rFonts w:hint="eastAsia"/>
          <w:sz w:val="28"/>
          <w:szCs w:val="28"/>
        </w:rPr>
        <w:t>．</w:t>
      </w:r>
      <w:r w:rsidRPr="00076D78">
        <w:rPr>
          <w:sz w:val="28"/>
          <w:szCs w:val="28"/>
        </w:rPr>
        <w:t>TTL</w:t>
      </w:r>
      <w:r w:rsidRPr="00076D78">
        <w:rPr>
          <w:rFonts w:hint="eastAsia"/>
          <w:sz w:val="28"/>
          <w:szCs w:val="28"/>
        </w:rPr>
        <w:t>逻辑门电路的原理及特性；</w:t>
      </w:r>
    </w:p>
    <w:p w:rsidR="009A3E0D" w:rsidRPr="00076D78" w:rsidRDefault="009A3E0D" w:rsidP="00076D78">
      <w:pPr>
        <w:ind w:firstLineChars="192" w:firstLine="31680"/>
        <w:rPr>
          <w:sz w:val="28"/>
          <w:szCs w:val="28"/>
        </w:rPr>
      </w:pPr>
      <w:r w:rsidRPr="00076D78">
        <w:rPr>
          <w:rFonts w:hint="eastAsia"/>
          <w:sz w:val="28"/>
          <w:szCs w:val="28"/>
        </w:rPr>
        <w:t>第三部分</w:t>
      </w:r>
      <w:r w:rsidRPr="00076D78">
        <w:rPr>
          <w:sz w:val="28"/>
          <w:szCs w:val="28"/>
        </w:rPr>
        <w:t xml:space="preserve">  </w:t>
      </w:r>
      <w:r w:rsidRPr="00076D78">
        <w:rPr>
          <w:rFonts w:hint="eastAsia"/>
          <w:sz w:val="28"/>
          <w:szCs w:val="28"/>
        </w:rPr>
        <w:t>组合逻辑电路</w:t>
      </w:r>
    </w:p>
    <w:p w:rsidR="009A3E0D" w:rsidRPr="00076D78" w:rsidRDefault="009A3E0D" w:rsidP="00076D78">
      <w:pPr>
        <w:ind w:firstLineChars="192" w:firstLine="31680"/>
        <w:rPr>
          <w:sz w:val="28"/>
          <w:szCs w:val="28"/>
        </w:rPr>
      </w:pPr>
      <w:r w:rsidRPr="00076D78">
        <w:rPr>
          <w:sz w:val="28"/>
          <w:szCs w:val="28"/>
        </w:rPr>
        <w:t>1</w:t>
      </w:r>
      <w:r w:rsidRPr="00076D78">
        <w:rPr>
          <w:rFonts w:hint="eastAsia"/>
          <w:sz w:val="28"/>
          <w:szCs w:val="28"/>
        </w:rPr>
        <w:t>．组合逻辑电路特点；</w:t>
      </w:r>
    </w:p>
    <w:p w:rsidR="009A3E0D" w:rsidRPr="00076D78" w:rsidRDefault="009A3E0D" w:rsidP="00076D78">
      <w:pPr>
        <w:ind w:firstLineChars="192" w:firstLine="31680"/>
        <w:rPr>
          <w:sz w:val="28"/>
          <w:szCs w:val="28"/>
        </w:rPr>
      </w:pPr>
      <w:r w:rsidRPr="00076D78">
        <w:rPr>
          <w:sz w:val="28"/>
          <w:szCs w:val="28"/>
        </w:rPr>
        <w:t>2</w:t>
      </w:r>
      <w:r w:rsidRPr="00076D78">
        <w:rPr>
          <w:rFonts w:hint="eastAsia"/>
          <w:sz w:val="28"/>
          <w:szCs w:val="28"/>
        </w:rPr>
        <w:t>．小规模组合逻辑电路的分析与设计；</w:t>
      </w:r>
    </w:p>
    <w:p w:rsidR="009A3E0D" w:rsidRPr="00076D78" w:rsidRDefault="009A3E0D" w:rsidP="00076D78">
      <w:pPr>
        <w:ind w:firstLineChars="192" w:firstLine="31680"/>
        <w:rPr>
          <w:rFonts w:ascii="Microsoft YaHei ??х?  ?墠 ??" w:eastAsia="Microsoft YaHei ??х?  ?墠 ??" w:hAnsi="微软雅黑"/>
          <w:sz w:val="28"/>
          <w:szCs w:val="28"/>
        </w:rPr>
      </w:pPr>
      <w:r w:rsidRPr="00076D78">
        <w:rPr>
          <w:sz w:val="28"/>
          <w:szCs w:val="28"/>
        </w:rPr>
        <w:t>3</w:t>
      </w:r>
      <w:r w:rsidRPr="00076D78">
        <w:rPr>
          <w:rFonts w:ascii="Microsoft YaHei ??х?  ?墠 ??" w:eastAsia="Microsoft YaHei ??х?  ?墠 ??" w:hAnsi="微软雅黑" w:hint="eastAsia"/>
          <w:sz w:val="28"/>
          <w:szCs w:val="28"/>
        </w:rPr>
        <w:t>．常用的中规模集成电路（译码器、编码器、数据选择器、数值比较器）的原理、分析及应用设计；</w:t>
      </w:r>
    </w:p>
    <w:p w:rsidR="009A3E0D" w:rsidRPr="00076D78" w:rsidRDefault="009A3E0D" w:rsidP="00076D78">
      <w:pPr>
        <w:ind w:firstLineChars="192" w:firstLine="31680"/>
        <w:rPr>
          <w:rFonts w:ascii="Microsoft YaHei ??х?  ?墠 ??" w:eastAsia="Microsoft YaHei ??х?  ?墠 ??" w:hAnsi="微软雅黑"/>
          <w:sz w:val="28"/>
          <w:szCs w:val="28"/>
        </w:rPr>
      </w:pPr>
      <w:r w:rsidRPr="00076D78">
        <w:rPr>
          <w:rFonts w:ascii="Microsoft YaHei ??х?  ?墠 ??" w:eastAsia="Microsoft YaHei ??х?  ?墠 ??" w:hAnsi="微软雅黑"/>
          <w:sz w:val="28"/>
          <w:szCs w:val="28"/>
        </w:rPr>
        <w:t>4</w:t>
      </w:r>
      <w:r w:rsidRPr="00076D78">
        <w:rPr>
          <w:rFonts w:ascii="Microsoft YaHei ??х?  ?墠 ??" w:eastAsia="Microsoft YaHei ??х?  ?墠 ??" w:hAnsi="微软雅黑" w:hint="eastAsia"/>
          <w:sz w:val="28"/>
          <w:szCs w:val="28"/>
        </w:rPr>
        <w:t>．算术运算电路及奇偶校验电路的分析与设计；</w:t>
      </w:r>
    </w:p>
    <w:p w:rsidR="009A3E0D" w:rsidRPr="00076D78" w:rsidRDefault="009A3E0D" w:rsidP="00076D78">
      <w:pPr>
        <w:ind w:firstLineChars="192" w:firstLine="31680"/>
        <w:rPr>
          <w:rFonts w:ascii="Microsoft YaHei ??х?  ?墠 ??" w:eastAsia="Microsoft YaHei ??х?  ?墠 ??" w:hAnsi="微软雅黑"/>
          <w:sz w:val="28"/>
          <w:szCs w:val="28"/>
        </w:rPr>
      </w:pPr>
      <w:r w:rsidRPr="00076D78">
        <w:rPr>
          <w:rFonts w:ascii="Microsoft YaHei ??х?  ?墠 ??" w:eastAsia="Microsoft YaHei ??х?  ?墠 ??" w:hAnsi="微软雅黑"/>
          <w:sz w:val="28"/>
          <w:szCs w:val="28"/>
        </w:rPr>
        <w:t>5</w:t>
      </w:r>
      <w:r w:rsidRPr="00076D78">
        <w:rPr>
          <w:rFonts w:ascii="Microsoft YaHei ??х?  ?墠 ??" w:eastAsia="Microsoft YaHei ??х?  ?墠 ??" w:hAnsi="微软雅黑" w:hint="eastAsia"/>
          <w:sz w:val="28"/>
          <w:szCs w:val="28"/>
        </w:rPr>
        <w:t>．竞争冒险现象</w:t>
      </w:r>
    </w:p>
    <w:p w:rsidR="009A3E0D" w:rsidRPr="00076D78" w:rsidRDefault="009A3E0D" w:rsidP="00076D78">
      <w:pPr>
        <w:ind w:firstLineChars="192" w:firstLine="31680"/>
        <w:rPr>
          <w:sz w:val="28"/>
          <w:szCs w:val="28"/>
        </w:rPr>
      </w:pPr>
      <w:r w:rsidRPr="00076D78">
        <w:rPr>
          <w:rFonts w:hint="eastAsia"/>
          <w:sz w:val="28"/>
          <w:szCs w:val="28"/>
        </w:rPr>
        <w:t>第四部分</w:t>
      </w:r>
      <w:r w:rsidRPr="00076D78">
        <w:rPr>
          <w:sz w:val="28"/>
          <w:szCs w:val="28"/>
        </w:rPr>
        <w:t xml:space="preserve">  </w:t>
      </w:r>
      <w:r w:rsidRPr="00076D78">
        <w:rPr>
          <w:rFonts w:hint="eastAsia"/>
          <w:sz w:val="28"/>
          <w:szCs w:val="28"/>
        </w:rPr>
        <w:t>时序逻辑电路</w:t>
      </w:r>
    </w:p>
    <w:p w:rsidR="009A3E0D" w:rsidRPr="00076D78" w:rsidRDefault="009A3E0D" w:rsidP="00076D78">
      <w:pPr>
        <w:ind w:firstLineChars="192" w:firstLine="31680"/>
        <w:rPr>
          <w:rFonts w:ascii="Microsoft YaHei ??х?  ?墠 ??" w:eastAsia="Microsoft YaHei ??х?  ?墠 ??" w:hAnsi="微软雅黑"/>
          <w:sz w:val="28"/>
          <w:szCs w:val="28"/>
        </w:rPr>
      </w:pPr>
      <w:r w:rsidRPr="00076D78">
        <w:rPr>
          <w:rFonts w:ascii="Microsoft YaHei ??х?  ?墠 ??" w:eastAsia="Microsoft YaHei ??х?  ?墠 ??" w:hAnsi="微软雅黑"/>
          <w:sz w:val="28"/>
          <w:szCs w:val="28"/>
        </w:rPr>
        <w:t>1</w:t>
      </w:r>
      <w:r w:rsidRPr="00076D78">
        <w:rPr>
          <w:rFonts w:ascii="Microsoft YaHei ??х?  ?墠 ??" w:eastAsia="Microsoft YaHei ??х?  ?墠 ??" w:hAnsi="微软雅黑" w:hint="eastAsia"/>
          <w:sz w:val="28"/>
          <w:szCs w:val="28"/>
        </w:rPr>
        <w:t>．时序逻辑电路特点；</w:t>
      </w:r>
    </w:p>
    <w:p w:rsidR="009A3E0D" w:rsidRPr="00076D78" w:rsidRDefault="009A3E0D" w:rsidP="00076D78">
      <w:pPr>
        <w:ind w:firstLineChars="192" w:firstLine="31680"/>
        <w:rPr>
          <w:rFonts w:ascii="Microsoft YaHei ??х?  ?墠 ??" w:eastAsia="Microsoft YaHei ??х?  ?墠 ??" w:hAnsi="微软雅黑"/>
          <w:sz w:val="28"/>
          <w:szCs w:val="28"/>
        </w:rPr>
      </w:pPr>
      <w:r w:rsidRPr="00076D78">
        <w:rPr>
          <w:rFonts w:ascii="Microsoft YaHei ??х?  ?墠 ??" w:eastAsia="Microsoft YaHei ??х?  ?墠 ??" w:hAnsi="微软雅黑"/>
          <w:sz w:val="28"/>
          <w:szCs w:val="28"/>
        </w:rPr>
        <w:t>2</w:t>
      </w:r>
      <w:r w:rsidRPr="00076D78">
        <w:rPr>
          <w:rFonts w:ascii="Microsoft YaHei ??х?  ?墠 ??" w:eastAsia="Microsoft YaHei ??х?  ?墠 ??" w:hAnsi="微软雅黑" w:hint="eastAsia"/>
          <w:sz w:val="28"/>
          <w:szCs w:val="28"/>
        </w:rPr>
        <w:t>．触发器的原理及分析；</w:t>
      </w:r>
    </w:p>
    <w:p w:rsidR="009A3E0D" w:rsidRPr="00076D78" w:rsidRDefault="009A3E0D" w:rsidP="00076D78">
      <w:pPr>
        <w:ind w:firstLineChars="192" w:firstLine="31680"/>
        <w:rPr>
          <w:rFonts w:ascii="Microsoft YaHei ??х?  ?墠 ??" w:eastAsia="Microsoft YaHei ??х?  ?墠 ??" w:hAnsi="微软雅黑"/>
          <w:sz w:val="28"/>
          <w:szCs w:val="28"/>
        </w:rPr>
      </w:pPr>
      <w:r w:rsidRPr="00076D78">
        <w:rPr>
          <w:rFonts w:ascii="Microsoft YaHei ??х?  ?墠 ??" w:eastAsia="Microsoft YaHei ??х?  ?墠 ??" w:hAnsi="微软雅黑"/>
          <w:sz w:val="28"/>
          <w:szCs w:val="28"/>
        </w:rPr>
        <w:t>3</w:t>
      </w:r>
      <w:r w:rsidRPr="00076D78">
        <w:rPr>
          <w:rFonts w:ascii="Microsoft YaHei ??х?  ?墠 ??" w:eastAsia="Microsoft YaHei ??х?  ?墠 ??" w:hAnsi="微软雅黑" w:hint="eastAsia"/>
          <w:sz w:val="28"/>
          <w:szCs w:val="28"/>
        </w:rPr>
        <w:t>．由触发器构成的时序逻辑电路的分析与设计；</w:t>
      </w:r>
    </w:p>
    <w:p w:rsidR="009A3E0D" w:rsidRPr="00076D78" w:rsidRDefault="009A3E0D" w:rsidP="00076D78">
      <w:pPr>
        <w:ind w:firstLineChars="192" w:firstLine="31680"/>
        <w:rPr>
          <w:rFonts w:ascii="Microsoft YaHei ??х?  ?墠 ??" w:eastAsia="Microsoft YaHei ??х?  ?墠 ??" w:hAnsi="微软雅黑"/>
          <w:sz w:val="28"/>
          <w:szCs w:val="28"/>
        </w:rPr>
      </w:pPr>
      <w:r w:rsidRPr="00076D78">
        <w:rPr>
          <w:rFonts w:ascii="Microsoft YaHei ??х?  ?墠 ??" w:eastAsia="Microsoft YaHei ??х?  ?墠 ??" w:hAnsi="微软雅黑"/>
          <w:sz w:val="28"/>
          <w:szCs w:val="28"/>
        </w:rPr>
        <w:t>4</w:t>
      </w:r>
      <w:r w:rsidRPr="00076D78">
        <w:rPr>
          <w:rFonts w:ascii="Microsoft YaHei ??х?  ?墠 ??" w:eastAsia="Microsoft YaHei ??х?  ?墠 ??" w:hAnsi="微软雅黑" w:hint="eastAsia"/>
          <w:sz w:val="28"/>
          <w:szCs w:val="28"/>
        </w:rPr>
        <w:t>．常用的中规模集成电路（寄存器、计数器）的原理、分析及应用设计；</w:t>
      </w:r>
    </w:p>
    <w:p w:rsidR="009A3E0D" w:rsidRPr="00076D78" w:rsidRDefault="009A3E0D" w:rsidP="00076D78">
      <w:pPr>
        <w:ind w:firstLineChars="192" w:firstLine="31680"/>
        <w:rPr>
          <w:sz w:val="28"/>
          <w:szCs w:val="28"/>
        </w:rPr>
      </w:pPr>
      <w:r w:rsidRPr="00076D78">
        <w:rPr>
          <w:rFonts w:ascii="Microsoft YaHei ??х?  ?墠 ??" w:eastAsia="Microsoft YaHei ??х?  ?墠 ??" w:hAnsi="微软雅黑"/>
          <w:sz w:val="28"/>
          <w:szCs w:val="28"/>
        </w:rPr>
        <w:t xml:space="preserve"> </w:t>
      </w:r>
      <w:r w:rsidRPr="00076D78">
        <w:rPr>
          <w:rFonts w:hint="eastAsia"/>
          <w:sz w:val="28"/>
          <w:szCs w:val="28"/>
        </w:rPr>
        <w:t>第五部分</w:t>
      </w:r>
      <w:r w:rsidRPr="00076D78">
        <w:rPr>
          <w:sz w:val="28"/>
          <w:szCs w:val="28"/>
        </w:rPr>
        <w:t xml:space="preserve"> </w:t>
      </w:r>
      <w:r w:rsidRPr="00076D78">
        <w:rPr>
          <w:rFonts w:hint="eastAsia"/>
          <w:sz w:val="28"/>
          <w:szCs w:val="28"/>
        </w:rPr>
        <w:t>半导体存储器和可编程器件</w:t>
      </w:r>
    </w:p>
    <w:p w:rsidR="009A3E0D" w:rsidRPr="00076D78" w:rsidRDefault="009A3E0D" w:rsidP="00076D78">
      <w:pPr>
        <w:ind w:firstLineChars="192" w:firstLine="31680"/>
        <w:rPr>
          <w:rFonts w:ascii="Microsoft YaHei ??х?  ?墠 ??" w:eastAsia="Microsoft YaHei ??х?  ?墠 ??" w:hAnsi="微软雅黑"/>
          <w:sz w:val="28"/>
          <w:szCs w:val="28"/>
        </w:rPr>
      </w:pPr>
      <w:r w:rsidRPr="00076D78">
        <w:rPr>
          <w:rFonts w:ascii="Microsoft YaHei ??х?  ?墠 ??" w:eastAsia="Microsoft YaHei ??х?  ?墠 ??" w:hAnsi="微软雅黑"/>
          <w:sz w:val="28"/>
          <w:szCs w:val="28"/>
        </w:rPr>
        <w:t>1</w:t>
      </w:r>
      <w:r w:rsidRPr="00076D78">
        <w:rPr>
          <w:rFonts w:ascii="Microsoft YaHei ??х?  ?墠 ??" w:eastAsia="Microsoft YaHei ??х?  ?墠 ??" w:hAnsi="微软雅黑" w:hint="eastAsia"/>
          <w:sz w:val="28"/>
          <w:szCs w:val="28"/>
        </w:rPr>
        <w:t>．半导体存储器的分类，各类存储器的原理及存储器的扩展；</w:t>
      </w:r>
    </w:p>
    <w:p w:rsidR="009A3E0D" w:rsidRPr="00076D78" w:rsidRDefault="009A3E0D" w:rsidP="00076D78">
      <w:pPr>
        <w:ind w:firstLineChars="192" w:firstLine="31680"/>
        <w:rPr>
          <w:rFonts w:ascii="Microsoft YaHei ??х?  ?墠 ??" w:eastAsia="Microsoft YaHei ??х?  ?墠 ??" w:hAnsi="微软雅黑"/>
          <w:sz w:val="28"/>
          <w:szCs w:val="28"/>
        </w:rPr>
      </w:pPr>
      <w:r w:rsidRPr="00076D78">
        <w:rPr>
          <w:rFonts w:ascii="Microsoft YaHei ??х?  ?墠 ??" w:eastAsia="Microsoft YaHei ??х?  ?墠 ??" w:hAnsi="微软雅黑"/>
          <w:sz w:val="28"/>
          <w:szCs w:val="28"/>
        </w:rPr>
        <w:t>2</w:t>
      </w:r>
      <w:r w:rsidRPr="00076D78">
        <w:rPr>
          <w:rFonts w:ascii="Microsoft YaHei ??х?  ?墠 ??" w:eastAsia="Microsoft YaHei ??х?  ?墠 ??" w:hAnsi="微软雅黑" w:hint="eastAsia"/>
          <w:sz w:val="28"/>
          <w:szCs w:val="28"/>
        </w:rPr>
        <w:t>．通用阵列逻辑</w:t>
      </w:r>
      <w:r w:rsidRPr="00076D78">
        <w:rPr>
          <w:rFonts w:ascii="Microsoft YaHei ??х?  ?墠 ??" w:eastAsia="Microsoft YaHei ??х?  ?墠 ??" w:hAnsi="微软雅黑"/>
          <w:sz w:val="28"/>
          <w:szCs w:val="28"/>
        </w:rPr>
        <w:t>GAL</w:t>
      </w:r>
      <w:r w:rsidRPr="00076D78">
        <w:rPr>
          <w:rFonts w:ascii="Microsoft YaHei ??х?  ?墠 ??" w:eastAsia="Microsoft YaHei ??х?  ?墠 ??" w:hAnsi="微软雅黑" w:hint="eastAsia"/>
          <w:sz w:val="28"/>
          <w:szCs w:val="28"/>
        </w:rPr>
        <w:t>的原理及</w:t>
      </w:r>
      <w:r w:rsidRPr="00076D78">
        <w:rPr>
          <w:rFonts w:ascii="Microsoft YaHei ??х?  ?墠 ??" w:eastAsia="Microsoft YaHei ??х?  ?墠 ??" w:hAnsi="微软雅黑"/>
          <w:sz w:val="28"/>
          <w:szCs w:val="28"/>
        </w:rPr>
        <w:t>VHDL</w:t>
      </w:r>
      <w:r w:rsidRPr="00076D78">
        <w:rPr>
          <w:rFonts w:ascii="Microsoft YaHei ??х?  ?墠 ??" w:eastAsia="Microsoft YaHei ??х?  ?墠 ??" w:hAnsi="微软雅黑" w:hint="eastAsia"/>
          <w:sz w:val="28"/>
          <w:szCs w:val="28"/>
        </w:rPr>
        <w:t>程序设计。</w:t>
      </w:r>
      <w:r w:rsidRPr="00076D78">
        <w:rPr>
          <w:rFonts w:ascii="Microsoft YaHei ??х?  ?墠 ??" w:eastAsia="Microsoft YaHei ??х?  ?墠 ??" w:hAnsi="微软雅黑"/>
          <w:sz w:val="28"/>
          <w:szCs w:val="28"/>
        </w:rPr>
        <w:t xml:space="preserve"> </w:t>
      </w:r>
    </w:p>
    <w:p w:rsidR="009A3E0D" w:rsidRPr="00076D78" w:rsidRDefault="009A3E0D" w:rsidP="00076D78">
      <w:pPr>
        <w:ind w:firstLineChars="192" w:firstLine="31680"/>
        <w:rPr>
          <w:sz w:val="28"/>
          <w:szCs w:val="28"/>
        </w:rPr>
      </w:pPr>
      <w:r w:rsidRPr="00076D78">
        <w:rPr>
          <w:rFonts w:hint="eastAsia"/>
          <w:sz w:val="28"/>
          <w:szCs w:val="28"/>
        </w:rPr>
        <w:t>第六部分</w:t>
      </w:r>
      <w:r w:rsidRPr="00076D78">
        <w:rPr>
          <w:sz w:val="28"/>
          <w:szCs w:val="28"/>
        </w:rPr>
        <w:t xml:space="preserve"> </w:t>
      </w:r>
      <w:r w:rsidRPr="00076D78">
        <w:rPr>
          <w:rFonts w:hint="eastAsia"/>
          <w:sz w:val="28"/>
          <w:szCs w:val="28"/>
        </w:rPr>
        <w:t>数字系统设计基础</w:t>
      </w:r>
    </w:p>
    <w:p w:rsidR="009A3E0D" w:rsidRPr="00076D78" w:rsidRDefault="009A3E0D" w:rsidP="00076D78">
      <w:pPr>
        <w:ind w:firstLineChars="192" w:firstLine="31680"/>
        <w:rPr>
          <w:rFonts w:ascii="Microsoft YaHei ??х?  ?墠 ??" w:eastAsia="Microsoft YaHei ??х?  ?墠 ??" w:hAnsi="微软雅黑"/>
          <w:sz w:val="28"/>
          <w:szCs w:val="28"/>
        </w:rPr>
      </w:pPr>
      <w:r w:rsidRPr="00076D78">
        <w:rPr>
          <w:rFonts w:ascii="Microsoft YaHei ??х?  ?墠 ??" w:eastAsia="Microsoft YaHei ??х?  ?墠 ??" w:hAnsi="微软雅黑"/>
          <w:sz w:val="28"/>
          <w:szCs w:val="28"/>
        </w:rPr>
        <w:t>1</w:t>
      </w:r>
      <w:r w:rsidRPr="00076D78">
        <w:rPr>
          <w:rFonts w:ascii="Microsoft YaHei ??х?  ?墠 ??" w:eastAsia="Microsoft YaHei ??х?  ?墠 ??" w:hAnsi="微软雅黑" w:hint="eastAsia"/>
          <w:sz w:val="28"/>
          <w:szCs w:val="28"/>
        </w:rPr>
        <w:t>．用中小规模集成电路构成的数字系统的分析与设计。</w:t>
      </w:r>
    </w:p>
    <w:p w:rsidR="009A3E0D" w:rsidRPr="00076D78" w:rsidRDefault="009A3E0D" w:rsidP="00076D78">
      <w:pPr>
        <w:ind w:firstLineChars="192" w:firstLine="31680"/>
        <w:rPr>
          <w:rFonts w:ascii="Microsoft YaHei ??х?  ?墠 ??" w:eastAsia="Microsoft YaHei ??х?  ?墠 ??" w:hAnsi="微软雅黑"/>
          <w:sz w:val="28"/>
          <w:szCs w:val="28"/>
        </w:rPr>
      </w:pPr>
      <w:r w:rsidRPr="00076D78">
        <w:rPr>
          <w:rFonts w:ascii="Microsoft YaHei ??х?  ?墠 ??" w:eastAsia="Microsoft YaHei ??х?  ?墠 ??" w:hAnsi="微软雅黑"/>
          <w:sz w:val="28"/>
          <w:szCs w:val="28"/>
        </w:rPr>
        <w:t>2</w:t>
      </w:r>
      <w:r w:rsidRPr="00076D78">
        <w:rPr>
          <w:rFonts w:ascii="Microsoft YaHei ??х?  ?墠 ??" w:eastAsia="Microsoft YaHei ??х?  ?墠 ??" w:hAnsi="微软雅黑" w:hint="eastAsia"/>
          <w:sz w:val="28"/>
          <w:szCs w:val="28"/>
        </w:rPr>
        <w:t>．用超大规模集成电路</w:t>
      </w:r>
      <w:r w:rsidRPr="00076D78">
        <w:rPr>
          <w:rFonts w:ascii="Microsoft YaHei ??х?  ?墠 ??" w:eastAsia="Microsoft YaHei ??х?  ?墠 ??" w:hAnsi="微软雅黑"/>
          <w:sz w:val="28"/>
          <w:szCs w:val="28"/>
        </w:rPr>
        <w:t>CPLD</w:t>
      </w:r>
      <w:r w:rsidRPr="00076D78">
        <w:rPr>
          <w:rFonts w:ascii="Microsoft YaHei ??х?  ?墠 ??" w:eastAsia="Microsoft YaHei ??х?  ?墠 ??" w:hAnsi="微软雅黑" w:hint="eastAsia"/>
          <w:sz w:val="28"/>
          <w:szCs w:val="28"/>
        </w:rPr>
        <w:t>或</w:t>
      </w:r>
      <w:r w:rsidRPr="00076D78">
        <w:rPr>
          <w:rFonts w:ascii="Microsoft YaHei ??х?  ?墠 ??" w:eastAsia="Microsoft YaHei ??х?  ?墠 ??" w:hAnsi="微软雅黑"/>
          <w:sz w:val="28"/>
          <w:szCs w:val="28"/>
        </w:rPr>
        <w:t>FPGA</w:t>
      </w:r>
      <w:r w:rsidRPr="00076D78">
        <w:rPr>
          <w:rFonts w:ascii="Microsoft YaHei ??х?  ?墠 ??" w:eastAsia="Microsoft YaHei ??х?  ?墠 ??" w:hAnsi="微软雅黑" w:hint="eastAsia"/>
          <w:sz w:val="28"/>
          <w:szCs w:val="28"/>
        </w:rPr>
        <w:t>构成的数字系统的分析与设计</w:t>
      </w:r>
    </w:p>
    <w:p w:rsidR="009A3E0D" w:rsidRPr="00076D78" w:rsidRDefault="009A3E0D" w:rsidP="00076D78">
      <w:pPr>
        <w:ind w:firstLineChars="192" w:firstLine="31680"/>
        <w:rPr>
          <w:rFonts w:ascii="Microsoft YaHei ??х?  ?墠 ??" w:eastAsia="Microsoft YaHei ??х?  ?墠 ??" w:hAnsi="微软雅黑"/>
          <w:sz w:val="28"/>
          <w:szCs w:val="28"/>
        </w:rPr>
      </w:pPr>
    </w:p>
    <w:p w:rsidR="009A3E0D" w:rsidRPr="00076D78" w:rsidRDefault="009A3E0D" w:rsidP="00076D78">
      <w:pPr>
        <w:ind w:firstLineChars="192" w:firstLine="31680"/>
        <w:rPr>
          <w:rFonts w:ascii="Microsoft YaHei ??х?  ?墠 ??" w:eastAsia="Microsoft YaHei ??х?  ?墠 ??" w:hAnsi="微软雅黑"/>
          <w:sz w:val="28"/>
          <w:szCs w:val="28"/>
        </w:rPr>
      </w:pPr>
      <w:r w:rsidRPr="00076D78">
        <w:rPr>
          <w:rFonts w:ascii="Microsoft YaHei ??х?  ?墠 ??" w:eastAsia="Microsoft YaHei ??х?  ?墠 ??" w:hAnsi="微软雅黑" w:hint="eastAsia"/>
          <w:sz w:val="28"/>
          <w:szCs w:val="28"/>
        </w:rPr>
        <w:t>备注：其中重点在前五部分</w:t>
      </w:r>
      <w:bookmarkStart w:id="0" w:name="_GoBack"/>
      <w:bookmarkEnd w:id="0"/>
    </w:p>
    <w:p w:rsidR="009A3E0D" w:rsidRPr="00076D78" w:rsidRDefault="009A3E0D" w:rsidP="00076D78">
      <w:pPr>
        <w:pStyle w:val="reader-word-layer"/>
        <w:shd w:val="clear" w:color="auto" w:fill="FCFCFC"/>
        <w:spacing w:line="3300" w:lineRule="atLeast"/>
        <w:ind w:firstLineChars="192" w:firstLine="31680"/>
        <w:rPr>
          <w:rFonts w:ascii="simsun" w:eastAsia="Microsoft YaHei ??х?  ?墠 ??" w:hAnsi="simsun"/>
          <w:sz w:val="28"/>
          <w:szCs w:val="28"/>
        </w:rPr>
      </w:pPr>
      <w:r w:rsidRPr="00076D78">
        <w:rPr>
          <w:rFonts w:ascii="simsun" w:eastAsia="Microsoft YaHei ??х?  ?墠 ??" w:hAnsi="simsun"/>
          <w:sz w:val="28"/>
          <w:szCs w:val="28"/>
        </w:rPr>
        <w:t> </w:t>
      </w:r>
    </w:p>
    <w:p w:rsidR="009A3E0D" w:rsidRDefault="009A3E0D" w:rsidP="00024EB9"/>
    <w:sectPr w:rsidR="009A3E0D" w:rsidSect="00042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??х?  ?墠 ??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SimSu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73864"/>
    <w:multiLevelType w:val="hybridMultilevel"/>
    <w:tmpl w:val="F6D84B16"/>
    <w:lvl w:ilvl="0" w:tplc="537C2050">
      <w:start w:val="1"/>
      <w:numFmt w:val="decimal"/>
      <w:lvlText w:val="%1．"/>
      <w:lvlJc w:val="left"/>
      <w:pPr>
        <w:ind w:left="360" w:hanging="360"/>
      </w:pPr>
      <w:rPr>
        <w:rFonts w:ascii="Calibri" w:eastAsia="宋体" w:hAnsi="Calibri" w:cs="Times New Roman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4970"/>
    <w:rsid w:val="00024EB9"/>
    <w:rsid w:val="00042B10"/>
    <w:rsid w:val="00076D78"/>
    <w:rsid w:val="00155BB6"/>
    <w:rsid w:val="0054239C"/>
    <w:rsid w:val="00714970"/>
    <w:rsid w:val="00863BB6"/>
    <w:rsid w:val="009A3E0D"/>
    <w:rsid w:val="00A00EB2"/>
    <w:rsid w:val="00B51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B1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er-word-layer">
    <w:name w:val="reader-word-layer"/>
    <w:basedOn w:val="Normal"/>
    <w:uiPriority w:val="99"/>
    <w:rsid w:val="00024E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ListParagraph">
    <w:name w:val="List Paragraph"/>
    <w:basedOn w:val="Normal"/>
    <w:uiPriority w:val="99"/>
    <w:qFormat/>
    <w:rsid w:val="00024EB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090381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9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09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9041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9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9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09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090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090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090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090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7090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7090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7090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709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7090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70903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7090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1709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7090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17090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7090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170904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7090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7090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7090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70904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70903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70904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70903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70903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7090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17090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7090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090408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9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09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9038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9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9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09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090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090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090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090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7090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7090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70903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7090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70904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7090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7090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17090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7090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17090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7090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170904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7090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</Pages>
  <Words>73</Words>
  <Characters>417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jkx-shr</dc:creator>
  <cp:keywords/>
  <dc:description/>
  <cp:lastModifiedBy>adminlj</cp:lastModifiedBy>
  <cp:revision>3</cp:revision>
  <dcterms:created xsi:type="dcterms:W3CDTF">2015-04-17T01:50:00Z</dcterms:created>
  <dcterms:modified xsi:type="dcterms:W3CDTF">2015-04-17T02:32:00Z</dcterms:modified>
</cp:coreProperties>
</file>